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1A1" w:rsidRPr="00CE0243" w:rsidRDefault="000C01A1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 xml:space="preserve">Set 8: National Curriculum </w:t>
      </w:r>
    </w:p>
    <w:tbl>
      <w:tblPr>
        <w:tblpPr w:leftFromText="180" w:rightFromText="180" w:vertAnchor="page" w:horzAnchor="margin" w:tblpXSpec="center" w:tblpY="1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4"/>
        <w:gridCol w:w="2703"/>
        <w:gridCol w:w="2311"/>
        <w:gridCol w:w="2311"/>
      </w:tblGrid>
      <w:tr w:rsidR="000C01A1" w:rsidRPr="00103A1B" w:rsidTr="00103A1B">
        <w:tc>
          <w:tcPr>
            <w:tcW w:w="2694" w:type="dxa"/>
          </w:tcPr>
          <w:p w:rsidR="000C01A1" w:rsidRPr="00103A1B" w:rsidRDefault="000C01A1" w:rsidP="00103A1B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103A1B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0C01A1" w:rsidRPr="00103A1B" w:rsidRDefault="000C01A1" w:rsidP="00103A1B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103A1B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103A1B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103A1B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0C01A1" w:rsidRPr="00103A1B" w:rsidRDefault="000C01A1" w:rsidP="00103A1B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103A1B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103A1B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103A1B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0C01A1" w:rsidRPr="00103A1B" w:rsidRDefault="000C01A1" w:rsidP="00103A1B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103A1B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103A1B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103A1B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0C01A1" w:rsidRPr="00103A1B" w:rsidTr="00103A1B">
        <w:tc>
          <w:tcPr>
            <w:tcW w:w="2694" w:type="dxa"/>
          </w:tcPr>
          <w:p w:rsidR="000C01A1" w:rsidRPr="00103A1B" w:rsidRDefault="000C01A1" w:rsidP="00103A1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103A1B">
              <w:rPr>
                <w:rFonts w:ascii="Segoe UI Light" w:hAnsi="Segoe UI Light" w:cs="Segoe UI Light"/>
                <w:sz w:val="36"/>
                <w:szCs w:val="36"/>
              </w:rPr>
              <w:t xml:space="preserve">address </w:t>
            </w:r>
          </w:p>
        </w:tc>
        <w:tc>
          <w:tcPr>
            <w:tcW w:w="2703" w:type="dxa"/>
          </w:tcPr>
          <w:p w:rsidR="000C01A1" w:rsidRPr="00103A1B" w:rsidRDefault="000C01A1" w:rsidP="00103A1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C01A1" w:rsidRPr="00103A1B" w:rsidRDefault="000C01A1" w:rsidP="00103A1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C01A1" w:rsidRPr="00103A1B" w:rsidRDefault="000C01A1" w:rsidP="00103A1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C01A1" w:rsidRPr="00103A1B" w:rsidTr="00103A1B">
        <w:tc>
          <w:tcPr>
            <w:tcW w:w="2694" w:type="dxa"/>
          </w:tcPr>
          <w:p w:rsidR="000C01A1" w:rsidRPr="00103A1B" w:rsidRDefault="000C01A1" w:rsidP="00103A1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103A1B">
              <w:rPr>
                <w:rFonts w:ascii="Segoe UI Light" w:hAnsi="Segoe UI Light" w:cs="Segoe UI Light"/>
                <w:sz w:val="36"/>
                <w:szCs w:val="36"/>
              </w:rPr>
              <w:t xml:space="preserve">answer </w:t>
            </w:r>
          </w:p>
        </w:tc>
        <w:tc>
          <w:tcPr>
            <w:tcW w:w="2703" w:type="dxa"/>
          </w:tcPr>
          <w:p w:rsidR="000C01A1" w:rsidRPr="00103A1B" w:rsidRDefault="000C01A1" w:rsidP="00103A1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C01A1" w:rsidRPr="00103A1B" w:rsidRDefault="000C01A1" w:rsidP="00103A1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C01A1" w:rsidRPr="00103A1B" w:rsidRDefault="000C01A1" w:rsidP="00103A1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C01A1" w:rsidRPr="00103A1B" w:rsidTr="00103A1B">
        <w:tc>
          <w:tcPr>
            <w:tcW w:w="2694" w:type="dxa"/>
          </w:tcPr>
          <w:p w:rsidR="000C01A1" w:rsidRPr="00103A1B" w:rsidRDefault="000C01A1" w:rsidP="00103A1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103A1B">
              <w:rPr>
                <w:rFonts w:ascii="Segoe UI Light" w:hAnsi="Segoe UI Light" w:cs="Segoe UI Light"/>
                <w:sz w:val="36"/>
                <w:szCs w:val="36"/>
              </w:rPr>
              <w:t xml:space="preserve">appear </w:t>
            </w:r>
          </w:p>
        </w:tc>
        <w:tc>
          <w:tcPr>
            <w:tcW w:w="2703" w:type="dxa"/>
          </w:tcPr>
          <w:p w:rsidR="000C01A1" w:rsidRPr="00103A1B" w:rsidRDefault="000C01A1" w:rsidP="00103A1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C01A1" w:rsidRPr="00103A1B" w:rsidRDefault="000C01A1" w:rsidP="00103A1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C01A1" w:rsidRPr="00103A1B" w:rsidRDefault="000C01A1" w:rsidP="00103A1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C01A1" w:rsidRPr="00103A1B" w:rsidTr="00103A1B">
        <w:tc>
          <w:tcPr>
            <w:tcW w:w="2694" w:type="dxa"/>
          </w:tcPr>
          <w:p w:rsidR="000C01A1" w:rsidRPr="00103A1B" w:rsidRDefault="000C01A1" w:rsidP="00103A1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103A1B">
              <w:rPr>
                <w:rFonts w:ascii="Segoe UI Light" w:hAnsi="Segoe UI Light" w:cs="Segoe UI Light"/>
                <w:sz w:val="36"/>
                <w:szCs w:val="36"/>
              </w:rPr>
              <w:t xml:space="preserve">arrive </w:t>
            </w:r>
          </w:p>
        </w:tc>
        <w:tc>
          <w:tcPr>
            <w:tcW w:w="2703" w:type="dxa"/>
          </w:tcPr>
          <w:p w:rsidR="000C01A1" w:rsidRPr="00103A1B" w:rsidRDefault="000C01A1" w:rsidP="00103A1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C01A1" w:rsidRPr="00103A1B" w:rsidRDefault="000C01A1" w:rsidP="00103A1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C01A1" w:rsidRPr="00103A1B" w:rsidRDefault="000C01A1" w:rsidP="00103A1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C01A1" w:rsidRPr="00103A1B" w:rsidTr="00103A1B">
        <w:tc>
          <w:tcPr>
            <w:tcW w:w="2694" w:type="dxa"/>
          </w:tcPr>
          <w:p w:rsidR="000C01A1" w:rsidRPr="00103A1B" w:rsidRDefault="000C01A1" w:rsidP="00103A1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103A1B">
              <w:rPr>
                <w:rFonts w:ascii="Segoe UI Light" w:hAnsi="Segoe UI Light" w:cs="Segoe UI Light"/>
                <w:sz w:val="36"/>
                <w:szCs w:val="36"/>
              </w:rPr>
              <w:t xml:space="preserve">believe </w:t>
            </w:r>
          </w:p>
        </w:tc>
        <w:tc>
          <w:tcPr>
            <w:tcW w:w="2703" w:type="dxa"/>
          </w:tcPr>
          <w:p w:rsidR="000C01A1" w:rsidRPr="00103A1B" w:rsidRDefault="000C01A1" w:rsidP="00103A1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C01A1" w:rsidRPr="00103A1B" w:rsidRDefault="000C01A1" w:rsidP="00103A1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C01A1" w:rsidRPr="00103A1B" w:rsidRDefault="000C01A1" w:rsidP="00103A1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C01A1" w:rsidRPr="00103A1B" w:rsidTr="00103A1B">
        <w:tc>
          <w:tcPr>
            <w:tcW w:w="2694" w:type="dxa"/>
          </w:tcPr>
          <w:p w:rsidR="000C01A1" w:rsidRPr="00103A1B" w:rsidRDefault="000C01A1" w:rsidP="00103A1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103A1B">
              <w:rPr>
                <w:rFonts w:ascii="Segoe UI Light" w:hAnsi="Segoe UI Light" w:cs="Segoe UI Light"/>
                <w:sz w:val="36"/>
                <w:szCs w:val="36"/>
              </w:rPr>
              <w:t xml:space="preserve">bicycle </w:t>
            </w:r>
          </w:p>
        </w:tc>
        <w:tc>
          <w:tcPr>
            <w:tcW w:w="2703" w:type="dxa"/>
          </w:tcPr>
          <w:p w:rsidR="000C01A1" w:rsidRPr="00103A1B" w:rsidRDefault="000C01A1" w:rsidP="00103A1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C01A1" w:rsidRPr="00103A1B" w:rsidRDefault="000C01A1" w:rsidP="00103A1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C01A1" w:rsidRPr="00103A1B" w:rsidRDefault="000C01A1" w:rsidP="00103A1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C01A1" w:rsidRPr="00103A1B" w:rsidTr="00103A1B">
        <w:tc>
          <w:tcPr>
            <w:tcW w:w="2694" w:type="dxa"/>
          </w:tcPr>
          <w:p w:rsidR="000C01A1" w:rsidRPr="00103A1B" w:rsidRDefault="000C01A1" w:rsidP="00103A1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103A1B">
              <w:rPr>
                <w:rFonts w:ascii="Segoe UI Light" w:hAnsi="Segoe UI Light" w:cs="Segoe UI Light"/>
                <w:sz w:val="36"/>
                <w:szCs w:val="36"/>
              </w:rPr>
              <w:t xml:space="preserve">breath </w:t>
            </w:r>
          </w:p>
        </w:tc>
        <w:tc>
          <w:tcPr>
            <w:tcW w:w="2703" w:type="dxa"/>
          </w:tcPr>
          <w:p w:rsidR="000C01A1" w:rsidRPr="00103A1B" w:rsidRDefault="000C01A1" w:rsidP="00103A1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C01A1" w:rsidRPr="00103A1B" w:rsidRDefault="000C01A1" w:rsidP="00103A1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C01A1" w:rsidRPr="00103A1B" w:rsidRDefault="000C01A1" w:rsidP="00103A1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C01A1" w:rsidRPr="00103A1B" w:rsidTr="00103A1B">
        <w:tc>
          <w:tcPr>
            <w:tcW w:w="2694" w:type="dxa"/>
          </w:tcPr>
          <w:p w:rsidR="000C01A1" w:rsidRPr="00103A1B" w:rsidRDefault="000C01A1" w:rsidP="00103A1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103A1B">
              <w:rPr>
                <w:rFonts w:ascii="Segoe UI Light" w:hAnsi="Segoe UI Light" w:cs="Segoe UI Light"/>
                <w:sz w:val="36"/>
                <w:szCs w:val="36"/>
              </w:rPr>
              <w:t xml:space="preserve">breathe </w:t>
            </w:r>
          </w:p>
        </w:tc>
        <w:tc>
          <w:tcPr>
            <w:tcW w:w="2703" w:type="dxa"/>
          </w:tcPr>
          <w:p w:rsidR="000C01A1" w:rsidRPr="00103A1B" w:rsidRDefault="000C01A1" w:rsidP="00103A1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C01A1" w:rsidRPr="00103A1B" w:rsidRDefault="000C01A1" w:rsidP="00103A1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C01A1" w:rsidRPr="00103A1B" w:rsidRDefault="000C01A1" w:rsidP="00103A1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C01A1" w:rsidRPr="00103A1B" w:rsidTr="00103A1B">
        <w:tc>
          <w:tcPr>
            <w:tcW w:w="2694" w:type="dxa"/>
          </w:tcPr>
          <w:p w:rsidR="000C01A1" w:rsidRPr="00103A1B" w:rsidRDefault="000C01A1" w:rsidP="00103A1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103A1B">
              <w:rPr>
                <w:rFonts w:ascii="Segoe UI Light" w:hAnsi="Segoe UI Light" w:cs="Segoe UI Light"/>
                <w:sz w:val="36"/>
                <w:szCs w:val="36"/>
              </w:rPr>
              <w:t xml:space="preserve">build </w:t>
            </w:r>
          </w:p>
        </w:tc>
        <w:tc>
          <w:tcPr>
            <w:tcW w:w="2703" w:type="dxa"/>
          </w:tcPr>
          <w:p w:rsidR="000C01A1" w:rsidRPr="00103A1B" w:rsidRDefault="000C01A1" w:rsidP="00103A1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C01A1" w:rsidRPr="00103A1B" w:rsidRDefault="000C01A1" w:rsidP="00103A1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C01A1" w:rsidRPr="00103A1B" w:rsidRDefault="000C01A1" w:rsidP="00103A1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C01A1" w:rsidRPr="00103A1B" w:rsidTr="00103A1B">
        <w:tc>
          <w:tcPr>
            <w:tcW w:w="2694" w:type="dxa"/>
          </w:tcPr>
          <w:p w:rsidR="000C01A1" w:rsidRPr="00103A1B" w:rsidRDefault="000C01A1" w:rsidP="00103A1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103A1B">
              <w:rPr>
                <w:rFonts w:ascii="Segoe UI Light" w:hAnsi="Segoe UI Light" w:cs="Segoe UI Light"/>
                <w:sz w:val="36"/>
                <w:szCs w:val="36"/>
              </w:rPr>
              <w:t>business</w:t>
            </w:r>
          </w:p>
        </w:tc>
        <w:tc>
          <w:tcPr>
            <w:tcW w:w="2703" w:type="dxa"/>
          </w:tcPr>
          <w:p w:rsidR="000C01A1" w:rsidRPr="00103A1B" w:rsidRDefault="000C01A1" w:rsidP="00103A1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C01A1" w:rsidRPr="00103A1B" w:rsidRDefault="000C01A1" w:rsidP="00103A1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C01A1" w:rsidRPr="00103A1B" w:rsidRDefault="000C01A1" w:rsidP="00103A1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0C01A1" w:rsidRPr="00F07B5A" w:rsidRDefault="000C01A1">
      <w:pPr>
        <w:rPr>
          <w:rFonts w:ascii="Segoe UI Light" w:hAnsi="Segoe UI Light" w:cs="Segoe UI Light"/>
          <w:sz w:val="36"/>
          <w:szCs w:val="36"/>
        </w:rPr>
      </w:pPr>
      <w:bookmarkStart w:id="0" w:name="_GoBack"/>
      <w:bookmarkEnd w:id="0"/>
    </w:p>
    <w:sectPr w:rsidR="000C01A1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1A1" w:rsidRDefault="000C01A1">
      <w:r>
        <w:separator/>
      </w:r>
    </w:p>
  </w:endnote>
  <w:endnote w:type="continuationSeparator" w:id="0">
    <w:p w:rsidR="000C01A1" w:rsidRDefault="000C01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1A1" w:rsidRDefault="000C01A1" w:rsidP="002B7B76">
    <w:pPr>
      <w:pStyle w:val="Footer"/>
      <w:rPr>
        <w:sz w:val="20"/>
        <w:szCs w:val="20"/>
      </w:rPr>
    </w:pPr>
    <w:r>
      <w:rPr>
        <w:sz w:val="20"/>
        <w:szCs w:val="20"/>
      </w:rPr>
      <w:t>Swaffield Primary School 2014</w:t>
    </w:r>
  </w:p>
  <w:p w:rsidR="000C01A1" w:rsidRDefault="000C01A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1A1" w:rsidRDefault="000C01A1">
      <w:r>
        <w:separator/>
      </w:r>
    </w:p>
  </w:footnote>
  <w:footnote w:type="continuationSeparator" w:id="0">
    <w:p w:rsidR="000C01A1" w:rsidRDefault="000C01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57950"/>
    <w:rsid w:val="000717F2"/>
    <w:rsid w:val="000975AC"/>
    <w:rsid w:val="000A4078"/>
    <w:rsid w:val="000C01A1"/>
    <w:rsid w:val="000D68B6"/>
    <w:rsid w:val="00103A1B"/>
    <w:rsid w:val="0011235B"/>
    <w:rsid w:val="001336E2"/>
    <w:rsid w:val="001822D1"/>
    <w:rsid w:val="001B1BB7"/>
    <w:rsid w:val="001D28B2"/>
    <w:rsid w:val="001E27F6"/>
    <w:rsid w:val="00231321"/>
    <w:rsid w:val="00235594"/>
    <w:rsid w:val="00253CB0"/>
    <w:rsid w:val="00264602"/>
    <w:rsid w:val="002913D2"/>
    <w:rsid w:val="002B7B76"/>
    <w:rsid w:val="002F2831"/>
    <w:rsid w:val="003068BA"/>
    <w:rsid w:val="003307A2"/>
    <w:rsid w:val="00341122"/>
    <w:rsid w:val="0034462B"/>
    <w:rsid w:val="003943D9"/>
    <w:rsid w:val="003A03E1"/>
    <w:rsid w:val="003A498D"/>
    <w:rsid w:val="003A7F62"/>
    <w:rsid w:val="0041764F"/>
    <w:rsid w:val="00420E7A"/>
    <w:rsid w:val="00451747"/>
    <w:rsid w:val="00462340"/>
    <w:rsid w:val="00472EE9"/>
    <w:rsid w:val="0047379F"/>
    <w:rsid w:val="00491D0B"/>
    <w:rsid w:val="00493A32"/>
    <w:rsid w:val="004A72FC"/>
    <w:rsid w:val="004D2482"/>
    <w:rsid w:val="004F795A"/>
    <w:rsid w:val="00550399"/>
    <w:rsid w:val="00555CCC"/>
    <w:rsid w:val="005B06F6"/>
    <w:rsid w:val="005B35CD"/>
    <w:rsid w:val="005F2137"/>
    <w:rsid w:val="005F5400"/>
    <w:rsid w:val="00607F53"/>
    <w:rsid w:val="00610DE4"/>
    <w:rsid w:val="00615DE4"/>
    <w:rsid w:val="00634FAB"/>
    <w:rsid w:val="00652B21"/>
    <w:rsid w:val="00655063"/>
    <w:rsid w:val="006912C6"/>
    <w:rsid w:val="006A0957"/>
    <w:rsid w:val="006A2188"/>
    <w:rsid w:val="006C7C73"/>
    <w:rsid w:val="00713FA1"/>
    <w:rsid w:val="00747105"/>
    <w:rsid w:val="007606DF"/>
    <w:rsid w:val="00760AE0"/>
    <w:rsid w:val="00776EEF"/>
    <w:rsid w:val="00796625"/>
    <w:rsid w:val="007B641D"/>
    <w:rsid w:val="00840AC0"/>
    <w:rsid w:val="00857951"/>
    <w:rsid w:val="00886C0C"/>
    <w:rsid w:val="00895474"/>
    <w:rsid w:val="008B1CED"/>
    <w:rsid w:val="008B3CA7"/>
    <w:rsid w:val="008D72A7"/>
    <w:rsid w:val="008E2DF9"/>
    <w:rsid w:val="008F6B43"/>
    <w:rsid w:val="009A1D28"/>
    <w:rsid w:val="009B339F"/>
    <w:rsid w:val="009C6766"/>
    <w:rsid w:val="00A1772D"/>
    <w:rsid w:val="00A24174"/>
    <w:rsid w:val="00A806E2"/>
    <w:rsid w:val="00AB030A"/>
    <w:rsid w:val="00AD60DA"/>
    <w:rsid w:val="00B31C91"/>
    <w:rsid w:val="00B47958"/>
    <w:rsid w:val="00B94746"/>
    <w:rsid w:val="00C30F15"/>
    <w:rsid w:val="00C612DE"/>
    <w:rsid w:val="00C65D11"/>
    <w:rsid w:val="00C806C9"/>
    <w:rsid w:val="00C81C52"/>
    <w:rsid w:val="00C82E51"/>
    <w:rsid w:val="00CD1022"/>
    <w:rsid w:val="00CD7AFE"/>
    <w:rsid w:val="00CE0243"/>
    <w:rsid w:val="00CF3AD8"/>
    <w:rsid w:val="00CF4789"/>
    <w:rsid w:val="00CF7B1F"/>
    <w:rsid w:val="00D00BAB"/>
    <w:rsid w:val="00D37ABB"/>
    <w:rsid w:val="00D60F4F"/>
    <w:rsid w:val="00DB3634"/>
    <w:rsid w:val="00DB6F33"/>
    <w:rsid w:val="00DC3EFD"/>
    <w:rsid w:val="00E036CD"/>
    <w:rsid w:val="00E2191B"/>
    <w:rsid w:val="00E4661E"/>
    <w:rsid w:val="00E47374"/>
    <w:rsid w:val="00ED1D79"/>
    <w:rsid w:val="00EF44BD"/>
    <w:rsid w:val="00EF6473"/>
    <w:rsid w:val="00F07B5A"/>
    <w:rsid w:val="00F2332B"/>
    <w:rsid w:val="00F5777D"/>
    <w:rsid w:val="00F74158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2B7B7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D0B0C"/>
    <w:rPr>
      <w:lang w:eastAsia="en-US"/>
    </w:rPr>
  </w:style>
  <w:style w:type="paragraph" w:styleId="Footer">
    <w:name w:val="footer"/>
    <w:basedOn w:val="Normal"/>
    <w:link w:val="FooterChar"/>
    <w:uiPriority w:val="99"/>
    <w:rsid w:val="002B7B7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B7B76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43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27</Words>
  <Characters>160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4</cp:revision>
  <dcterms:created xsi:type="dcterms:W3CDTF">2013-12-08T13:34:00Z</dcterms:created>
  <dcterms:modified xsi:type="dcterms:W3CDTF">2014-07-09T15:51:00Z</dcterms:modified>
</cp:coreProperties>
</file>